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E98" w:rsidRDefault="005544B8" w:rsidP="00202421">
      <w:pPr>
        <w:autoSpaceDE w:val="0"/>
        <w:autoSpaceDN w:val="0"/>
      </w:pPr>
      <w:bookmarkStart w:id="0" w:name="_GoBack"/>
      <w:bookmarkEnd w:id="0"/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65E624A7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25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5544B8" w:rsidTr="005544B8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bookmarkStart w:id="1" w:name="rcvName"/>
                                <w:p w:rsidR="005544B8" w:rsidRDefault="005544B8" w:rsidP="005544B8">
                                  <w:pPr>
                                    <w:pStyle w:val="R0"/>
                                  </w:pPr>
                                  <w:r w:rsidRPr="005544B8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5544B8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5544B8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姓 \m </w:instrText>
                                  </w:r>
                                  <w:r>
                                    <w:fldChar w:fldCharType="separate"/>
                                  </w:r>
                                  <w:r w:rsidR="00202421">
                                    <w:rPr>
                                      <w:rFonts w:hint="eastAsia"/>
                                      <w:noProof/>
                                    </w:rPr>
                                    <w:t>高見沢</w:t>
                                  </w:r>
                                  <w:r>
                                    <w:fldChar w:fldCharType="end"/>
                                  </w:r>
                                  <w:r>
                                    <w:t xml:space="preserve">  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名 \m </w:instrText>
                                  </w:r>
                                  <w:r>
                                    <w:fldChar w:fldCharType="separate"/>
                                  </w:r>
                                  <w:r w:rsidR="00202421">
                                    <w:rPr>
                                      <w:rFonts w:hint="eastAsia"/>
                                      <w:noProof/>
                                    </w:rPr>
                                    <w:t>ひばり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5544B8" w:rsidRDefault="005544B8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5544B8" w:rsidTr="005544B8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5544B8" w:rsidRDefault="005544B8">
                                  <w:pPr>
                                    <w:pStyle w:val="R0"/>
                                    <w:jc w:val="center"/>
                                  </w:pPr>
                                  <w:bookmarkStart w:id="3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3"/>
                                </w:p>
                              </w:tc>
                            </w:tr>
                          </w:tbl>
                          <w:p w:rsidR="005544B8" w:rsidRDefault="005544B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3" o:spid="_x0000_s1026" type="#_x0000_t202" style="position:absolute;left:0;text-align:left;margin-left:68pt;margin-top:51.05pt;width:90.65pt;height:30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5544B8" w:rsidTr="005544B8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bookmarkStart w:id="4" w:name="rcvName"/>
                          <w:p w:rsidR="005544B8" w:rsidRDefault="005544B8" w:rsidP="005544B8">
                            <w:pPr>
                              <w:pStyle w:val="R0"/>
                            </w:pPr>
                            <w:r w:rsidRPr="005544B8">
                              <w:rPr>
                                <w:sz w:val="34"/>
                              </w:rPr>
                              <w:fldChar w:fldCharType="begin"/>
                            </w:r>
                            <w:r w:rsidRPr="005544B8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5544B8">
                              <w:rPr>
                                <w:sz w:val="34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姓 \m </w:instrText>
                            </w:r>
                            <w:r>
                              <w:fldChar w:fldCharType="separate"/>
                            </w:r>
                            <w:r w:rsidR="00202421">
                              <w:rPr>
                                <w:rFonts w:hint="eastAsia"/>
                                <w:noProof/>
                              </w:rPr>
                              <w:t>高見沢</w:t>
                            </w:r>
                            <w:r>
                              <w:fldChar w:fldCharType="end"/>
                            </w:r>
                            <w:r>
                              <w:t xml:space="preserve">  </w:t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名 \m </w:instrText>
                            </w:r>
                            <w:r>
                              <w:fldChar w:fldCharType="separate"/>
                            </w:r>
                            <w:r w:rsidR="00202421">
                              <w:rPr>
                                <w:rFonts w:hint="eastAsia"/>
                                <w:noProof/>
                              </w:rPr>
                              <w:t>ひばり</w:t>
                            </w:r>
                            <w:r>
                              <w:fldChar w:fldCharType="end"/>
                            </w:r>
                          </w:p>
                          <w:p w:rsidR="005544B8" w:rsidRDefault="005544B8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4"/>
                            <w:bookmarkEnd w:id="5"/>
                          </w:p>
                        </w:tc>
                      </w:tr>
                      <w:tr w:rsidR="005544B8" w:rsidTr="005544B8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5544B8" w:rsidRDefault="005544B8">
                            <w:pPr>
                              <w:pStyle w:val="R0"/>
                              <w:jc w:val="center"/>
                            </w:pPr>
                            <w:bookmarkStart w:id="6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6"/>
                          </w:p>
                        </w:tc>
                      </w:tr>
                    </w:tbl>
                    <w:p w:rsidR="005544B8" w:rsidRDefault="005544B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1A9BCBCD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24" name="テキスト ボック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5544B8" w:rsidTr="005544B8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7" w:name="rcvAddress" w:colFirst="0" w:colLast="0"/>
                                <w:p w:rsidR="005544B8" w:rsidRDefault="005544B8" w:rsidP="005544B8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\v \m </w:instrText>
                                  </w:r>
                                  <w:r>
                                    <w:fldChar w:fldCharType="separate"/>
                                  </w:r>
                                  <w:r w:rsidR="00202421">
                                    <w:rPr>
                                      <w:rFonts w:hint="eastAsia"/>
                                      <w:noProof/>
                                    </w:rPr>
                                    <w:t>香川県徳島市かちどき橋五四-三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5544B8" w:rsidRDefault="005544B8" w:rsidP="005544B8">
                                  <w:pPr>
                                    <w:pStyle w:val="R2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住所_2 \v \m 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7"/>
                          </w:tbl>
                          <w:p w:rsidR="005544B8" w:rsidRDefault="005544B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2" o:spid="_x0000_s1027" type="#_x0000_t202" style="position:absolute;left:0;text-align:left;margin-left:190.7pt;margin-top:51.05pt;width:52.6pt;height:29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ToT0QIAAMM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5544B8" w:rsidTr="005544B8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8" w:name="rcvAddress" w:colFirst="0" w:colLast="0"/>
                          <w:p w:rsidR="005544B8" w:rsidRDefault="005544B8" w:rsidP="005544B8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\v \m </w:instrText>
                            </w:r>
                            <w:r>
                              <w:fldChar w:fldCharType="separate"/>
                            </w:r>
                            <w:r w:rsidR="00202421">
                              <w:rPr>
                                <w:rFonts w:hint="eastAsia"/>
                                <w:noProof/>
                              </w:rPr>
                              <w:t>香川県徳島市かちどき橋五四-三</w:t>
                            </w:r>
                            <w:r>
                              <w:fldChar w:fldCharType="end"/>
                            </w:r>
                          </w:p>
                          <w:p w:rsidR="005544B8" w:rsidRDefault="005544B8" w:rsidP="005544B8">
                            <w:pPr>
                              <w:pStyle w:val="R2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住所_2 \v \m </w:instrTex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8"/>
                    </w:tbl>
                    <w:p w:rsidR="005544B8" w:rsidRDefault="005544B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11B97D1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23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5544B8" w:rsidTr="005544B8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5544B8" w:rsidRDefault="005544B8" w:rsidP="005544B8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  <w:r>
                                    <w:rPr>
                                      <w:rFonts w:hint="eastAsia"/>
                                    </w:rPr>
                                    <w:t>千葉県船橋市新高根三四-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五六</w:t>
                                  </w:r>
                                </w:p>
                                <w:p w:rsidR="005544B8" w:rsidRDefault="005544B8" w:rsidP="005544B8">
                                  <w:pPr>
                                    <w:pStyle w:val="S2"/>
                                  </w:pPr>
                                </w:p>
                                <w:p w:rsidR="005544B8" w:rsidRDefault="005544B8" w:rsidP="005544B8">
                                  <w:pPr>
                                    <w:pStyle w:val="S0"/>
                                  </w:pPr>
                                  <w:r w:rsidRPr="005544B8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村雨　健作</w:t>
                                  </w:r>
                                </w:p>
                                <w:p w:rsidR="005544B8" w:rsidRDefault="005544B8" w:rsidP="005544B8">
                                  <w:pPr>
                                    <w:pStyle w:val="S3"/>
                                  </w:pPr>
                                  <w:r>
                                    <w:t>Tel: 047-465-xxxx</w:t>
                                  </w:r>
                                </w:p>
                                <w:p w:rsidR="005544B8" w:rsidRDefault="005544B8" w:rsidP="005544B8">
                                  <w:pPr>
                                    <w:pStyle w:val="S3"/>
                                  </w:pPr>
                                  <w:r>
                                    <w:t>Mail: test.jikkyo.co.jp</w:t>
                                  </w:r>
                                </w:p>
                              </w:tc>
                            </w:tr>
                            <w:bookmarkEnd w:id="9"/>
                          </w:tbl>
                          <w:p w:rsidR="005544B8" w:rsidRDefault="005544B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4" o:spid="_x0000_s1028" type="#_x0000_t202" style="position:absolute;left:0;text-align:left;margin-left:-14pt;margin-top:191.35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5544B8" w:rsidTr="005544B8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5544B8" w:rsidRDefault="005544B8" w:rsidP="005544B8">
                            <w:pPr>
                              <w:pStyle w:val="S1"/>
                            </w:pPr>
                            <w:bookmarkStart w:id="10" w:name="sndAddress" w:colFirst="0" w:colLast="0"/>
                            <w:r>
                              <w:rPr>
                                <w:rFonts w:hint="eastAsia"/>
                              </w:rPr>
                              <w:t>千葉県船橋市新高根三四-</w:t>
                            </w:r>
                            <w:r>
                              <w:rPr>
                                <w:rFonts w:hint="eastAsia"/>
                              </w:rPr>
                              <w:t>五六</w:t>
                            </w:r>
                          </w:p>
                          <w:p w:rsidR="005544B8" w:rsidRDefault="005544B8" w:rsidP="005544B8">
                            <w:pPr>
                              <w:pStyle w:val="S2"/>
                            </w:pPr>
                          </w:p>
                          <w:p w:rsidR="005544B8" w:rsidRDefault="005544B8" w:rsidP="005544B8">
                            <w:pPr>
                              <w:pStyle w:val="S0"/>
                            </w:pPr>
                            <w:r w:rsidRPr="005544B8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村雨　健作</w:t>
                            </w:r>
                          </w:p>
                          <w:p w:rsidR="005544B8" w:rsidRDefault="005544B8" w:rsidP="005544B8">
                            <w:pPr>
                              <w:pStyle w:val="S3"/>
                            </w:pPr>
                            <w:r>
                              <w:t>Tel: 047-465-xxxx</w:t>
                            </w:r>
                          </w:p>
                          <w:p w:rsidR="005544B8" w:rsidRDefault="005544B8" w:rsidP="005544B8">
                            <w:pPr>
                              <w:pStyle w:val="S3"/>
                            </w:pPr>
                            <w:r>
                              <w:t>Mail: test.jikkyo.co.jp</w:t>
                            </w:r>
                          </w:p>
                        </w:tc>
                      </w:tr>
                      <w:bookmarkEnd w:id="10"/>
                    </w:tbl>
                    <w:p w:rsidR="005544B8" w:rsidRDefault="005544B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4BC28956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22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5544B8" w:rsidTr="005544B8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5544B8" w:rsidRPr="005544B8" w:rsidRDefault="005544B8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5544B8" w:rsidRDefault="005544B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6" o:spid="_x0000_s1029" type="#_x0000_t202" style="position:absolute;left:0;text-align:left;margin-left:-13.15pt;margin-top:177.75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5544B8" w:rsidTr="005544B8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5544B8" w:rsidRPr="005544B8" w:rsidRDefault="005544B8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5544B8" w:rsidRDefault="005544B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05F1C04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21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5544B8" w:rsidTr="005544B8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bookmarkStart w:id="13" w:name="rcvOffice" w:colFirst="0" w:colLast="0"/>
                                <w:p w:rsidR="005544B8" w:rsidRDefault="005544B8" w:rsidP="005544B8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5544B8" w:rsidRDefault="005544B8" w:rsidP="005544B8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部署名 \m 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13"/>
                          </w:tbl>
                          <w:p w:rsidR="005544B8" w:rsidRDefault="005544B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151.55pt;margin-top:51.05pt;width:45.6pt;height:29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5544B8" w:rsidTr="005544B8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bookmarkStart w:id="14" w:name="rcvOffice" w:colFirst="0" w:colLast="0"/>
                          <w:p w:rsidR="005544B8" w:rsidRDefault="005544B8" w:rsidP="005544B8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end"/>
                            </w:r>
                          </w:p>
                          <w:p w:rsidR="005544B8" w:rsidRDefault="005544B8" w:rsidP="005544B8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部署名 \m </w:instrTex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14"/>
                    </w:tbl>
                    <w:p w:rsidR="005544B8" w:rsidRDefault="005544B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6542024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0" name="テキスト ボック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5544B8" w:rsidTr="005544B8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5" w:name="rcvZipA" w:colFirst="0" w:colLast="0"/>
                                <w:bookmarkStart w:id="16" w:name="rcvZipB" w:colFirst="1" w:colLast="1"/>
                                <w:p w:rsidR="005544B8" w:rsidRPr="005544B8" w:rsidRDefault="005544B8" w:rsidP="005544B8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5544B8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5544B8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5544B8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5544B8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5544B8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202421">
                                    <w:rPr>
                                      <w:rFonts w:ascii="OCRB"/>
                                      <w:noProof/>
                                    </w:rPr>
                                    <w:t>7700939</w:t>
                                  </w:r>
                                  <w:r w:rsidRPr="005544B8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5544B8" w:rsidRPr="005544B8" w:rsidRDefault="005544B8" w:rsidP="005544B8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5544B8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5544B8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5544B8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5544B8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5544B8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202421">
                                    <w:rPr>
                                      <w:rFonts w:ascii="OCRB"/>
                                      <w:noProof/>
                                    </w:rPr>
                                    <w:t>7700939</w:t>
                                  </w:r>
                                  <w:r w:rsidRPr="005544B8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5544B8" w:rsidRDefault="005544B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0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CCGEo00gIAAMM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5544B8" w:rsidTr="005544B8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7" w:name="rcvZipA" w:colFirst="0" w:colLast="0"/>
                          <w:bookmarkStart w:id="18" w:name="rcvZipB" w:colFirst="1" w:colLast="1"/>
                          <w:p w:rsidR="005544B8" w:rsidRPr="005544B8" w:rsidRDefault="005544B8" w:rsidP="005544B8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5544B8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5544B8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5544B8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5544B8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5544B8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202421">
                              <w:rPr>
                                <w:rFonts w:ascii="OCRB"/>
                                <w:noProof/>
                              </w:rPr>
                              <w:t>7700939</w:t>
                            </w:r>
                            <w:r w:rsidRPr="005544B8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5544B8" w:rsidRPr="005544B8" w:rsidRDefault="005544B8" w:rsidP="005544B8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5544B8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5544B8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5544B8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5544B8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5544B8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202421">
                              <w:rPr>
                                <w:rFonts w:ascii="OCRB"/>
                                <w:noProof/>
                              </w:rPr>
                              <w:t>7700939</w:t>
                            </w:r>
                            <w:r w:rsidRPr="005544B8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5544B8" w:rsidRDefault="005544B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67709647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9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5544B8" w:rsidTr="005544B8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5544B8" w:rsidRDefault="005544B8" w:rsidP="005544B8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5544B8">
                                    <w:rPr>
                                      <w:rFonts w:ascii="OCRB"/>
                                    </w:rPr>
                                    <w:t>274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5544B8" w:rsidRDefault="005544B8" w:rsidP="005544B8">
                                  <w:pPr>
                                    <w:pStyle w:val="SB"/>
                                    <w:ind w:right="-105"/>
                                  </w:pPr>
                                  <w:r w:rsidRPr="005544B8">
                                    <w:rPr>
                                      <w:rFonts w:ascii="OCRB"/>
                                    </w:rPr>
                                    <w:t>0814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5544B8" w:rsidRDefault="005544B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1" o:spid="_x0000_s1032" type="#_x0000_t202" style="position:absolute;left:0;text-align:left;margin-left:-16.85pt;margin-top:357.5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5544B8" w:rsidTr="005544B8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5544B8" w:rsidRDefault="005544B8" w:rsidP="005544B8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5544B8">
                              <w:rPr>
                                <w:rFonts w:ascii="OCRB"/>
                              </w:rPr>
                              <w:t>274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5544B8" w:rsidRDefault="005544B8" w:rsidP="005544B8">
                            <w:pPr>
                              <w:pStyle w:val="SB"/>
                              <w:ind w:right="-105"/>
                            </w:pPr>
                            <w:r w:rsidRPr="005544B8">
                              <w:rPr>
                                <w:rFonts w:ascii="OCRB"/>
                              </w:rPr>
                              <w:t>0814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5544B8" w:rsidRDefault="005544B8"/>
                  </w:txbxContent>
                </v:textbox>
              </v:shape>
            </w:pict>
          </mc:Fallback>
        </mc:AlternateContent>
      </w:r>
    </w:p>
    <w:sectPr w:rsidR="008E4E98" w:rsidSect="00A317AC">
      <w:headerReference w:type="default" r:id="rId6"/>
      <w:pgSz w:w="5669" w:h="8391"/>
      <w:pgMar w:top="624" w:right="454" w:bottom="113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4B8" w:rsidRDefault="005544B8" w:rsidP="005544B8">
      <w:r>
        <w:separator/>
      </w:r>
    </w:p>
  </w:endnote>
  <w:endnote w:type="continuationSeparator" w:id="0">
    <w:p w:rsidR="005544B8" w:rsidRDefault="005544B8" w:rsidP="0055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4B8" w:rsidRDefault="005544B8" w:rsidP="005544B8">
      <w:r>
        <w:separator/>
      </w:r>
    </w:p>
  </w:footnote>
  <w:footnote w:type="continuationSeparator" w:id="0">
    <w:p w:rsidR="005544B8" w:rsidRDefault="005544B8" w:rsidP="005544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4B8" w:rsidRDefault="005544B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2FB97473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1" name="テキスト ボックス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44B8" w:rsidRDefault="005544B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3" name="図 3" descr="TemplatePicture\Form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TemplatePicture\Form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OC1KcK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5544B8" w:rsidRDefault="005544B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3" name="図 3" descr="TemplatePicture\Form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TemplatePicture\Form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dataType w:val="native"/>
    <w:connectString w:val="Provider=Microsoft.ACE.OLEDB.12.0;User ID=Admin;Data Source=C:\Users\y_miy.RENAPC\Documents\My Data Sources\普通住所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viewMergedData/>
    <w:odso>
      <w:udl w:val="Provider=Microsoft.ACE.OLEDB.12.0;User ID=Admin;Data Source=F:\WORD2016提出\2016test\WORD2016提出0906\6-1dat\普通住所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column w:val="0"/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column w:val="0"/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会社名"/>
        <w:mappedName w:val="住所 2"/>
        <w:column w:val="5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住所 3"/>
        <w:mappedName w:val="会社電話番号"/>
        <w:column w:val="11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column w:val="0"/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ふりがな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</w:odso>
  </w:mailMerge>
  <w:defaultTabStop w:val="840"/>
  <w:drawingGridHorizontalSpacing w:val="105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4B8"/>
    <w:rsid w:val="00202421"/>
    <w:rsid w:val="005544B8"/>
    <w:rsid w:val="005A3F3F"/>
    <w:rsid w:val="008E4E98"/>
    <w:rsid w:val="00A317AC"/>
    <w:rsid w:val="00D92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5A5816E-85E9-427B-A092-DE9F9CF9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G正楷書体-PRO" w:eastAsia="HG正楷書体-PRO" w:hAnsi="Century" w:cs="Times New Roman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7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5544B8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5544B8"/>
    <w:pPr>
      <w:ind w:left="0"/>
    </w:pPr>
    <w:rPr>
      <w:noProof/>
      <w:sz w:val="22"/>
    </w:rPr>
  </w:style>
  <w:style w:type="paragraph" w:customStyle="1" w:styleId="R0">
    <w:name w:val="R氏名"/>
    <w:basedOn w:val="a"/>
    <w:rsid w:val="005544B8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5544B8"/>
    <w:rPr>
      <w:noProof/>
      <w:sz w:val="44"/>
    </w:rPr>
  </w:style>
  <w:style w:type="paragraph" w:customStyle="1" w:styleId="R1">
    <w:name w:val="R住所_1"/>
    <w:basedOn w:val="a"/>
    <w:rsid w:val="005544B8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5544B8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5544B8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5544B8"/>
    <w:pPr>
      <w:ind w:left="0"/>
    </w:pPr>
    <w:rPr>
      <w:noProof/>
      <w:sz w:val="21"/>
    </w:rPr>
  </w:style>
  <w:style w:type="paragraph" w:customStyle="1" w:styleId="R3">
    <w:name w:val="R部署"/>
    <w:basedOn w:val="a"/>
    <w:rsid w:val="005544B8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5544B8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5544B8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sz w:val="44"/>
      <w:szCs w:val="20"/>
      <w:lang w:bidi="he-IL"/>
    </w:rPr>
  </w:style>
  <w:style w:type="paragraph" w:customStyle="1" w:styleId="RB">
    <w:name w:val="R郵便番号B"/>
    <w:basedOn w:val="a"/>
    <w:rsid w:val="005544B8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sz w:val="44"/>
      <w:szCs w:val="20"/>
      <w:lang w:bidi="he-IL"/>
    </w:rPr>
  </w:style>
  <w:style w:type="paragraph" w:customStyle="1" w:styleId="S">
    <w:name w:val="S会社"/>
    <w:basedOn w:val="a"/>
    <w:rsid w:val="005544B8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5544B8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5544B8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5544B8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5544B8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5544B8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5544B8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5544B8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5544B8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5544B8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5544B8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5544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5544B8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5544B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5544B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WORD2016&#25552;&#20986;\2016test\WORD2016&#25552;&#20986;0906\6-1dat\&#26222;&#36890;&#20303;&#25152;.mdb" TargetMode="External"/><Relationship Id="rId1" Type="http://schemas.openxmlformats.org/officeDocument/2006/relationships/attachedTemplate" Target="file:///C:\Program%20Files\Microsoft%20Office%2015\Root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8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実教出版</dc:creator>
  <cp:keywords/>
  <dc:description/>
  <cp:lastModifiedBy>宮岸由紀雄</cp:lastModifiedBy>
  <cp:revision>5</cp:revision>
  <dcterms:created xsi:type="dcterms:W3CDTF">2015-11-29T06:47:00Z</dcterms:created>
  <dcterms:modified xsi:type="dcterms:W3CDTF">2016-10-30T16:44:00Z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